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410077" w:rsidP="00410077">
      <w:pPr>
        <w:jc w:val="center"/>
        <w:rPr>
          <w:b/>
          <w:color w:val="0070C0"/>
          <w:sz w:val="24"/>
        </w:rPr>
      </w:pPr>
      <w:r w:rsidRPr="00410077">
        <w:rPr>
          <w:b/>
          <w:color w:val="0070C0"/>
          <w:sz w:val="24"/>
        </w:rPr>
        <w:t>Fiche expressions italiennes</w:t>
      </w:r>
      <w:r w:rsidR="008E4095">
        <w:rPr>
          <w:b/>
          <w:color w:val="0070C0"/>
          <w:sz w:val="24"/>
        </w:rPr>
        <w:t xml:space="preserve"> "</w:t>
      </w:r>
      <w:r w:rsidR="00063095">
        <w:rPr>
          <w:b/>
          <w:color w:val="0070C0"/>
          <w:sz w:val="24"/>
        </w:rPr>
        <w:t xml:space="preserve">al </w:t>
      </w:r>
      <w:proofErr w:type="spellStart"/>
      <w:r w:rsidR="008E4095">
        <w:rPr>
          <w:b/>
          <w:color w:val="0070C0"/>
          <w:sz w:val="24"/>
        </w:rPr>
        <w:t>ristorante</w:t>
      </w:r>
      <w:proofErr w:type="spellEnd"/>
      <w:r w:rsidR="008E4095">
        <w:rPr>
          <w:b/>
          <w:color w:val="0070C0"/>
          <w:sz w:val="24"/>
        </w:rPr>
        <w:t>"</w:t>
      </w:r>
      <w:r w:rsidR="00A2510D">
        <w:rPr>
          <w:b/>
          <w:color w:val="0070C0"/>
          <w:sz w:val="24"/>
        </w:rPr>
        <w:t xml:space="preserve"> </w:t>
      </w:r>
      <w:r w:rsidR="007A1B36">
        <w:rPr>
          <w:b/>
          <w:color w:val="0070C0"/>
          <w:sz w:val="24"/>
        </w:rPr>
        <w:t xml:space="preserve"> </w:t>
      </w:r>
    </w:p>
    <w:p w:rsidR="008E4095" w:rsidRDefault="008E4095" w:rsidP="00410077">
      <w:pPr>
        <w:jc w:val="center"/>
        <w:rPr>
          <w:b/>
          <w:color w:val="0070C0"/>
          <w:sz w:val="24"/>
        </w:rPr>
      </w:pPr>
    </w:p>
    <w:p w:rsidR="008E4095" w:rsidRPr="00A2510D" w:rsidRDefault="008E4095" w:rsidP="00A2510D">
      <w:pPr>
        <w:rPr>
          <w:i/>
          <w:color w:val="0070C0"/>
          <w:sz w:val="24"/>
        </w:rPr>
      </w:pPr>
      <w:r w:rsidRPr="00A2510D">
        <w:rPr>
          <w:i/>
          <w:color w:val="0070C0"/>
          <w:sz w:val="24"/>
        </w:rPr>
        <w:t xml:space="preserve">Des expressions peuvent être modifiées, changées ou supprimées par l'adulte qui anime l'activité. </w:t>
      </w:r>
    </w:p>
    <w:p w:rsidR="00410077" w:rsidRPr="00A2510D" w:rsidRDefault="00410077" w:rsidP="00A2510D">
      <w:pPr>
        <w:rPr>
          <w:i/>
        </w:rPr>
      </w:pPr>
    </w:p>
    <w:p w:rsidR="00410077" w:rsidRDefault="00410077" w:rsidP="00C90A44"/>
    <w:p w:rsidR="00410077" w:rsidRPr="00C90A44" w:rsidRDefault="00410077" w:rsidP="00C90A4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10077" w:rsidTr="00410077">
        <w:tc>
          <w:tcPr>
            <w:tcW w:w="4606" w:type="dxa"/>
          </w:tcPr>
          <w:p w:rsidR="00410077" w:rsidRPr="00C71A59" w:rsidRDefault="00410077" w:rsidP="00410077">
            <w:pPr>
              <w:jc w:val="center"/>
              <w:rPr>
                <w:sz w:val="24"/>
                <w:highlight w:val="yellow"/>
              </w:rPr>
            </w:pPr>
            <w:r w:rsidRPr="00414124">
              <w:rPr>
                <w:b/>
                <w:sz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Français</w:t>
            </w:r>
          </w:p>
        </w:tc>
        <w:tc>
          <w:tcPr>
            <w:tcW w:w="4606" w:type="dxa"/>
          </w:tcPr>
          <w:p w:rsidR="00410077" w:rsidRPr="00C71A59" w:rsidRDefault="00410077" w:rsidP="00410077">
            <w:pPr>
              <w:jc w:val="center"/>
              <w:rPr>
                <w:sz w:val="24"/>
                <w:highlight w:val="yellow"/>
              </w:rPr>
            </w:pPr>
            <w:r w:rsidRPr="00414124">
              <w:rPr>
                <w:b/>
                <w:sz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Italien</w:t>
            </w:r>
          </w:p>
        </w:tc>
      </w:tr>
      <w:tr w:rsidR="00410077" w:rsidTr="00410077">
        <w:tc>
          <w:tcPr>
            <w:tcW w:w="4606" w:type="dxa"/>
          </w:tcPr>
          <w:p w:rsidR="00410077" w:rsidRPr="00C71A59" w:rsidRDefault="00414124" w:rsidP="00414124">
            <w:pPr>
              <w:rPr>
                <w:sz w:val="24"/>
              </w:rPr>
            </w:pPr>
            <w:r>
              <w:rPr>
                <w:sz w:val="24"/>
              </w:rPr>
              <w:t>Bienvenu à l'</w:t>
            </w:r>
            <w:proofErr w:type="spellStart"/>
            <w:r>
              <w:rPr>
                <w:sz w:val="24"/>
              </w:rPr>
              <w:t>Osteria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Francescana</w:t>
            </w:r>
            <w:proofErr w:type="spellEnd"/>
            <w:r>
              <w:rPr>
                <w:sz w:val="24"/>
              </w:rPr>
              <w:t xml:space="preserve"> </w:t>
            </w:r>
            <w:r w:rsidR="00410077" w:rsidRPr="00C71A59">
              <w:rPr>
                <w:sz w:val="24"/>
              </w:rPr>
              <w:t xml:space="preserve"> </w:t>
            </w:r>
          </w:p>
        </w:tc>
        <w:tc>
          <w:tcPr>
            <w:tcW w:w="4606" w:type="dxa"/>
          </w:tcPr>
          <w:p w:rsidR="00410077" w:rsidRPr="00C71A59" w:rsidRDefault="00E41271" w:rsidP="0041412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B</w:t>
            </w:r>
            <w:r w:rsidR="00410077" w:rsidRPr="00C71A59">
              <w:rPr>
                <w:sz w:val="24"/>
              </w:rPr>
              <w:t>envenuti</w:t>
            </w:r>
            <w:proofErr w:type="spellEnd"/>
            <w:r w:rsidR="00410077" w:rsidRPr="00C71A59">
              <w:rPr>
                <w:sz w:val="24"/>
              </w:rPr>
              <w:t xml:space="preserve"> al </w:t>
            </w:r>
            <w:r w:rsidR="00414124">
              <w:rPr>
                <w:sz w:val="24"/>
              </w:rPr>
              <w:t>l'</w:t>
            </w:r>
            <w:proofErr w:type="spellStart"/>
            <w:r w:rsidR="00414124">
              <w:rPr>
                <w:sz w:val="24"/>
              </w:rPr>
              <w:t>Osteria</w:t>
            </w:r>
            <w:proofErr w:type="spellEnd"/>
            <w:r w:rsidR="00414124">
              <w:rPr>
                <w:sz w:val="24"/>
              </w:rPr>
              <w:t xml:space="preserve"> </w:t>
            </w:r>
            <w:proofErr w:type="spellStart"/>
            <w:r w:rsidR="00414124">
              <w:rPr>
                <w:sz w:val="24"/>
              </w:rPr>
              <w:t>Francescana</w:t>
            </w:r>
            <w:proofErr w:type="spellEnd"/>
            <w:r w:rsidR="00414124">
              <w:rPr>
                <w:sz w:val="24"/>
              </w:rPr>
              <w:t xml:space="preserve"> </w:t>
            </w:r>
          </w:p>
        </w:tc>
      </w:tr>
      <w:tr w:rsidR="00410077" w:rsidTr="00410077">
        <w:tc>
          <w:tcPr>
            <w:tcW w:w="4606" w:type="dxa"/>
          </w:tcPr>
          <w:p w:rsidR="00410077" w:rsidRPr="00C71A59" w:rsidRDefault="00410077" w:rsidP="00C90A44">
            <w:pPr>
              <w:rPr>
                <w:sz w:val="24"/>
              </w:rPr>
            </w:pPr>
            <w:r w:rsidRPr="00C71A59">
              <w:rPr>
                <w:sz w:val="24"/>
              </w:rPr>
              <w:t>Voici la carte du menu</w:t>
            </w:r>
            <w:r w:rsidR="00543569">
              <w:rPr>
                <w:sz w:val="24"/>
              </w:rPr>
              <w:t xml:space="preserve">. </w:t>
            </w:r>
          </w:p>
        </w:tc>
        <w:tc>
          <w:tcPr>
            <w:tcW w:w="4606" w:type="dxa"/>
          </w:tcPr>
          <w:p w:rsidR="00410077" w:rsidRPr="00C71A59" w:rsidRDefault="00430CA6" w:rsidP="00E41271">
            <w:pPr>
              <w:rPr>
                <w:sz w:val="24"/>
              </w:rPr>
            </w:pPr>
            <w:r w:rsidRPr="00C71A59">
              <w:rPr>
                <w:sz w:val="24"/>
              </w:rPr>
              <w:t xml:space="preserve">Ecco </w:t>
            </w:r>
            <w:r w:rsidR="00E41271">
              <w:rPr>
                <w:sz w:val="24"/>
              </w:rPr>
              <w:t>el</w:t>
            </w:r>
            <w:r w:rsidRPr="00C71A59">
              <w:rPr>
                <w:sz w:val="24"/>
              </w:rPr>
              <w:t xml:space="preserve"> menu</w:t>
            </w:r>
          </w:p>
        </w:tc>
      </w:tr>
      <w:tr w:rsidR="00410077" w:rsidTr="00410077">
        <w:tc>
          <w:tcPr>
            <w:tcW w:w="4606" w:type="dxa"/>
          </w:tcPr>
          <w:p w:rsidR="00410077" w:rsidRPr="00C71A59" w:rsidRDefault="00410077" w:rsidP="00C90A44">
            <w:pPr>
              <w:rPr>
                <w:sz w:val="24"/>
              </w:rPr>
            </w:pPr>
            <w:r w:rsidRPr="00C71A59">
              <w:rPr>
                <w:sz w:val="24"/>
              </w:rPr>
              <w:t>Je suis le s</w:t>
            </w:r>
            <w:r w:rsidR="00430CA6" w:rsidRPr="00C71A59">
              <w:rPr>
                <w:sz w:val="24"/>
              </w:rPr>
              <w:t>erveur, je m'appelle (nom de l'élève)</w:t>
            </w:r>
            <w:r w:rsidR="00543569">
              <w:rPr>
                <w:sz w:val="24"/>
              </w:rPr>
              <w:t>.</w:t>
            </w:r>
          </w:p>
          <w:p w:rsidR="00410077" w:rsidRPr="00C71A59" w:rsidRDefault="00410077" w:rsidP="00C90A44">
            <w:pPr>
              <w:rPr>
                <w:sz w:val="24"/>
              </w:rPr>
            </w:pPr>
            <w:r w:rsidRPr="00C71A59">
              <w:rPr>
                <w:sz w:val="24"/>
              </w:rPr>
              <w:t>Je suis la serveuse</w:t>
            </w:r>
            <w:r w:rsidR="00430CA6" w:rsidRPr="00C71A59">
              <w:rPr>
                <w:sz w:val="24"/>
              </w:rPr>
              <w:t>,</w:t>
            </w:r>
            <w:r w:rsidRPr="00C71A59">
              <w:rPr>
                <w:sz w:val="24"/>
              </w:rPr>
              <w:t xml:space="preserve"> </w:t>
            </w:r>
            <w:r w:rsidR="00430CA6" w:rsidRPr="00C71A59">
              <w:rPr>
                <w:sz w:val="24"/>
              </w:rPr>
              <w:t>je m'appelle (nom de l'élève)</w:t>
            </w:r>
            <w:r w:rsidR="00543569">
              <w:rPr>
                <w:sz w:val="24"/>
              </w:rPr>
              <w:t>.</w:t>
            </w:r>
          </w:p>
        </w:tc>
        <w:tc>
          <w:tcPr>
            <w:tcW w:w="4606" w:type="dxa"/>
          </w:tcPr>
          <w:p w:rsidR="00410077" w:rsidRPr="00C71A59" w:rsidRDefault="00430CA6" w:rsidP="00C90A44">
            <w:pPr>
              <w:rPr>
                <w:sz w:val="24"/>
              </w:rPr>
            </w:pPr>
            <w:r w:rsidRPr="00C71A59">
              <w:rPr>
                <w:sz w:val="24"/>
              </w:rPr>
              <w:t xml:space="preserve">Sono il </w:t>
            </w:r>
            <w:proofErr w:type="spellStart"/>
            <w:r w:rsidRPr="00C71A59">
              <w:rPr>
                <w:sz w:val="24"/>
              </w:rPr>
              <w:t>cameriere</w:t>
            </w:r>
            <w:proofErr w:type="spellEnd"/>
            <w:r w:rsidRPr="00C71A59">
              <w:rPr>
                <w:sz w:val="24"/>
              </w:rPr>
              <w:t xml:space="preserve">, mi </w:t>
            </w:r>
            <w:proofErr w:type="spellStart"/>
            <w:r w:rsidRPr="00C71A59">
              <w:rPr>
                <w:sz w:val="24"/>
              </w:rPr>
              <w:t>chiamo</w:t>
            </w:r>
            <w:proofErr w:type="spellEnd"/>
            <w:r w:rsidRPr="00C71A59">
              <w:rPr>
                <w:sz w:val="24"/>
              </w:rPr>
              <w:t xml:space="preserve"> ___ </w:t>
            </w:r>
          </w:p>
          <w:p w:rsidR="00430CA6" w:rsidRPr="00C71A59" w:rsidRDefault="00430CA6" w:rsidP="00C90A44">
            <w:pPr>
              <w:rPr>
                <w:sz w:val="24"/>
              </w:rPr>
            </w:pPr>
          </w:p>
          <w:p w:rsidR="00430CA6" w:rsidRPr="00C71A59" w:rsidRDefault="00430CA6" w:rsidP="00C90A44">
            <w:pPr>
              <w:rPr>
                <w:sz w:val="24"/>
              </w:rPr>
            </w:pPr>
            <w:r w:rsidRPr="00C71A59">
              <w:rPr>
                <w:sz w:val="24"/>
              </w:rPr>
              <w:t xml:space="preserve">Sono la </w:t>
            </w:r>
            <w:proofErr w:type="spellStart"/>
            <w:r w:rsidRPr="00C71A59">
              <w:rPr>
                <w:sz w:val="24"/>
              </w:rPr>
              <w:t>cameriera</w:t>
            </w:r>
            <w:proofErr w:type="spellEnd"/>
            <w:r w:rsidRPr="00C71A59">
              <w:rPr>
                <w:sz w:val="24"/>
              </w:rPr>
              <w:t xml:space="preserve">, mi </w:t>
            </w:r>
            <w:proofErr w:type="spellStart"/>
            <w:r w:rsidRPr="00C71A59">
              <w:rPr>
                <w:sz w:val="24"/>
              </w:rPr>
              <w:t>chiamo</w:t>
            </w:r>
            <w:proofErr w:type="spellEnd"/>
            <w:r w:rsidRPr="00C71A59">
              <w:rPr>
                <w:sz w:val="24"/>
              </w:rPr>
              <w:t xml:space="preserve"> ___</w:t>
            </w:r>
          </w:p>
          <w:p w:rsidR="00430CA6" w:rsidRPr="00C71A59" w:rsidRDefault="00430CA6" w:rsidP="00C90A44">
            <w:pPr>
              <w:rPr>
                <w:sz w:val="24"/>
              </w:rPr>
            </w:pPr>
          </w:p>
        </w:tc>
      </w:tr>
      <w:tr w:rsidR="00410077" w:rsidRPr="00E41271" w:rsidTr="00410077">
        <w:tc>
          <w:tcPr>
            <w:tcW w:w="4606" w:type="dxa"/>
          </w:tcPr>
          <w:p w:rsidR="00410077" w:rsidRPr="00C71A59" w:rsidRDefault="00410077" w:rsidP="00C90A44">
            <w:pPr>
              <w:rPr>
                <w:sz w:val="24"/>
              </w:rPr>
            </w:pPr>
            <w:r w:rsidRPr="00C71A59">
              <w:rPr>
                <w:sz w:val="24"/>
              </w:rPr>
              <w:t>Que souhaitez-vous commander</w:t>
            </w:r>
            <w:r w:rsidR="00430CA6" w:rsidRPr="00C71A59">
              <w:rPr>
                <w:sz w:val="24"/>
              </w:rPr>
              <w:t xml:space="preserve"> à boire</w:t>
            </w:r>
            <w:r w:rsidRPr="00C71A59">
              <w:rPr>
                <w:sz w:val="24"/>
              </w:rPr>
              <w:t xml:space="preserve"> ?</w:t>
            </w:r>
          </w:p>
        </w:tc>
        <w:tc>
          <w:tcPr>
            <w:tcW w:w="4606" w:type="dxa"/>
          </w:tcPr>
          <w:p w:rsidR="00410077" w:rsidRPr="00C71A59" w:rsidRDefault="00E41271" w:rsidP="00E41271">
            <w:pPr>
              <w:rPr>
                <w:sz w:val="24"/>
                <w:lang w:val="de-CH"/>
              </w:rPr>
            </w:pPr>
            <w:r>
              <w:rPr>
                <w:sz w:val="24"/>
                <w:lang w:val="de-CH"/>
              </w:rPr>
              <w:t xml:space="preserve">Cosa </w:t>
            </w:r>
            <w:proofErr w:type="spellStart"/>
            <w:r>
              <w:rPr>
                <w:sz w:val="24"/>
                <w:lang w:val="de-CH"/>
              </w:rPr>
              <w:t>desidera</w:t>
            </w:r>
            <w:proofErr w:type="spellEnd"/>
            <w:r w:rsidR="00430CA6" w:rsidRPr="00C71A59">
              <w:rPr>
                <w:sz w:val="24"/>
                <w:lang w:val="de-CH"/>
              </w:rPr>
              <w:t xml:space="preserve"> </w:t>
            </w:r>
            <w:proofErr w:type="spellStart"/>
            <w:r w:rsidR="00430CA6" w:rsidRPr="00C71A59">
              <w:rPr>
                <w:sz w:val="24"/>
                <w:lang w:val="de-CH"/>
              </w:rPr>
              <w:t>ordinare</w:t>
            </w:r>
            <w:proofErr w:type="spellEnd"/>
            <w:r w:rsidR="00430CA6" w:rsidRPr="00C71A59">
              <w:rPr>
                <w:sz w:val="24"/>
                <w:lang w:val="de-CH"/>
              </w:rPr>
              <w:t xml:space="preserve"> da </w:t>
            </w:r>
            <w:proofErr w:type="spellStart"/>
            <w:r w:rsidR="00430CA6" w:rsidRPr="00C71A59">
              <w:rPr>
                <w:sz w:val="24"/>
                <w:lang w:val="de-CH"/>
              </w:rPr>
              <w:t>bere</w:t>
            </w:r>
            <w:proofErr w:type="spellEnd"/>
            <w:r w:rsidR="00430CA6" w:rsidRPr="00C71A59">
              <w:rPr>
                <w:sz w:val="24"/>
                <w:lang w:val="de-CH"/>
              </w:rPr>
              <w:t>?</w:t>
            </w:r>
          </w:p>
        </w:tc>
      </w:tr>
      <w:tr w:rsidR="00414124" w:rsidRPr="00414124" w:rsidTr="00410077">
        <w:tc>
          <w:tcPr>
            <w:tcW w:w="4606" w:type="dxa"/>
          </w:tcPr>
          <w:p w:rsidR="00414124" w:rsidRPr="00C71A59" w:rsidRDefault="00414124" w:rsidP="00C90A44">
            <w:pPr>
              <w:rPr>
                <w:sz w:val="24"/>
              </w:rPr>
            </w:pPr>
            <w:r w:rsidRPr="00414124">
              <w:rPr>
                <w:sz w:val="24"/>
              </w:rPr>
              <w:t>Y a-t-il une spécialité de la maison ?</w:t>
            </w:r>
          </w:p>
        </w:tc>
        <w:tc>
          <w:tcPr>
            <w:tcW w:w="4606" w:type="dxa"/>
          </w:tcPr>
          <w:p w:rsidR="00414124" w:rsidRPr="00414124" w:rsidRDefault="00414124" w:rsidP="00C90A44">
            <w:pPr>
              <w:rPr>
                <w:sz w:val="24"/>
              </w:rPr>
            </w:pPr>
            <w:proofErr w:type="spellStart"/>
            <w:r w:rsidRPr="00414124">
              <w:rPr>
                <w:sz w:val="24"/>
              </w:rPr>
              <w:t>Avete</w:t>
            </w:r>
            <w:proofErr w:type="spellEnd"/>
            <w:r w:rsidRPr="00414124">
              <w:rPr>
                <w:sz w:val="24"/>
              </w:rPr>
              <w:t xml:space="preserve"> </w:t>
            </w:r>
            <w:proofErr w:type="spellStart"/>
            <w:r w:rsidRPr="00414124">
              <w:rPr>
                <w:sz w:val="24"/>
              </w:rPr>
              <w:t>una</w:t>
            </w:r>
            <w:proofErr w:type="spellEnd"/>
            <w:r w:rsidRPr="00414124">
              <w:rPr>
                <w:sz w:val="24"/>
              </w:rPr>
              <w:t xml:space="preserve"> </w:t>
            </w:r>
            <w:proofErr w:type="spellStart"/>
            <w:r w:rsidRPr="00414124">
              <w:rPr>
                <w:sz w:val="24"/>
              </w:rPr>
              <w:t>specialità</w:t>
            </w:r>
            <w:proofErr w:type="spellEnd"/>
            <w:r w:rsidRPr="00414124">
              <w:rPr>
                <w:sz w:val="24"/>
              </w:rPr>
              <w:t xml:space="preserve"> </w:t>
            </w:r>
            <w:proofErr w:type="spellStart"/>
            <w:r w:rsidRPr="00414124">
              <w:rPr>
                <w:sz w:val="24"/>
              </w:rPr>
              <w:t>della</w:t>
            </w:r>
            <w:proofErr w:type="spellEnd"/>
            <w:r w:rsidRPr="00414124">
              <w:rPr>
                <w:sz w:val="24"/>
              </w:rPr>
              <w:t xml:space="preserve"> casa?</w:t>
            </w:r>
          </w:p>
        </w:tc>
      </w:tr>
      <w:tr w:rsidR="00414124" w:rsidRPr="00414124" w:rsidTr="00410077">
        <w:tc>
          <w:tcPr>
            <w:tcW w:w="4606" w:type="dxa"/>
          </w:tcPr>
          <w:p w:rsidR="00414124" w:rsidRDefault="00414124" w:rsidP="00C90A44">
            <w:pPr>
              <w:rPr>
                <w:sz w:val="24"/>
              </w:rPr>
            </w:pPr>
            <w:r>
              <w:rPr>
                <w:sz w:val="24"/>
              </w:rPr>
              <w:t>Salade</w:t>
            </w:r>
          </w:p>
          <w:p w:rsidR="00414124" w:rsidRDefault="00414124" w:rsidP="00C90A44">
            <w:pPr>
              <w:rPr>
                <w:sz w:val="24"/>
              </w:rPr>
            </w:pPr>
            <w:r>
              <w:rPr>
                <w:sz w:val="24"/>
              </w:rPr>
              <w:t xml:space="preserve">Soupe </w:t>
            </w:r>
          </w:p>
          <w:p w:rsidR="00414124" w:rsidRDefault="00414124" w:rsidP="00C90A44">
            <w:pPr>
              <w:rPr>
                <w:sz w:val="24"/>
              </w:rPr>
            </w:pPr>
            <w:r>
              <w:rPr>
                <w:sz w:val="24"/>
              </w:rPr>
              <w:t>Viande</w:t>
            </w:r>
          </w:p>
          <w:p w:rsidR="00414124" w:rsidRDefault="00414124" w:rsidP="00C90A44">
            <w:pPr>
              <w:rPr>
                <w:sz w:val="24"/>
              </w:rPr>
            </w:pPr>
            <w:r>
              <w:rPr>
                <w:sz w:val="24"/>
              </w:rPr>
              <w:t>Poulet</w:t>
            </w:r>
          </w:p>
          <w:p w:rsidR="00414124" w:rsidRDefault="00414124" w:rsidP="00C90A44">
            <w:pPr>
              <w:rPr>
                <w:sz w:val="24"/>
              </w:rPr>
            </w:pPr>
            <w:r>
              <w:rPr>
                <w:sz w:val="24"/>
              </w:rPr>
              <w:t>Fruits de mer</w:t>
            </w:r>
          </w:p>
          <w:p w:rsidR="00414124" w:rsidRPr="00414124" w:rsidRDefault="00414124" w:rsidP="00C90A44">
            <w:pPr>
              <w:rPr>
                <w:sz w:val="24"/>
              </w:rPr>
            </w:pPr>
            <w:r>
              <w:rPr>
                <w:sz w:val="24"/>
              </w:rPr>
              <w:t>Poisson</w:t>
            </w:r>
          </w:p>
        </w:tc>
        <w:tc>
          <w:tcPr>
            <w:tcW w:w="4606" w:type="dxa"/>
          </w:tcPr>
          <w:p w:rsidR="00414124" w:rsidRPr="00414124" w:rsidRDefault="00414124" w:rsidP="00414124">
            <w:pPr>
              <w:rPr>
                <w:sz w:val="24"/>
              </w:rPr>
            </w:pPr>
            <w:proofErr w:type="spellStart"/>
            <w:r w:rsidRPr="00414124">
              <w:rPr>
                <w:sz w:val="24"/>
              </w:rPr>
              <w:t>insalata</w:t>
            </w:r>
            <w:proofErr w:type="spellEnd"/>
          </w:p>
          <w:p w:rsidR="00414124" w:rsidRDefault="00414124" w:rsidP="00414124">
            <w:pPr>
              <w:rPr>
                <w:sz w:val="24"/>
              </w:rPr>
            </w:pPr>
            <w:proofErr w:type="spellStart"/>
            <w:r w:rsidRPr="00414124">
              <w:rPr>
                <w:sz w:val="24"/>
              </w:rPr>
              <w:t>zuppa</w:t>
            </w:r>
            <w:proofErr w:type="spellEnd"/>
          </w:p>
          <w:p w:rsidR="00414124" w:rsidRDefault="00414124" w:rsidP="00414124">
            <w:pPr>
              <w:rPr>
                <w:sz w:val="24"/>
              </w:rPr>
            </w:pPr>
            <w:r w:rsidRPr="00414124">
              <w:rPr>
                <w:sz w:val="24"/>
              </w:rPr>
              <w:t>carne</w:t>
            </w:r>
          </w:p>
          <w:p w:rsidR="00414124" w:rsidRPr="00414124" w:rsidRDefault="00414124" w:rsidP="00414124">
            <w:pPr>
              <w:rPr>
                <w:sz w:val="24"/>
              </w:rPr>
            </w:pPr>
            <w:proofErr w:type="spellStart"/>
            <w:r w:rsidRPr="00414124">
              <w:rPr>
                <w:sz w:val="24"/>
              </w:rPr>
              <w:t>pollo</w:t>
            </w:r>
            <w:proofErr w:type="spellEnd"/>
          </w:p>
          <w:p w:rsidR="00414124" w:rsidRDefault="00414124" w:rsidP="00414124">
            <w:pPr>
              <w:rPr>
                <w:sz w:val="24"/>
              </w:rPr>
            </w:pPr>
            <w:r w:rsidRPr="00414124">
              <w:rPr>
                <w:sz w:val="24"/>
              </w:rPr>
              <w:t>frutti di mare</w:t>
            </w:r>
          </w:p>
          <w:p w:rsidR="00414124" w:rsidRPr="00414124" w:rsidRDefault="00414124" w:rsidP="00414124">
            <w:pPr>
              <w:rPr>
                <w:sz w:val="24"/>
              </w:rPr>
            </w:pPr>
            <w:proofErr w:type="spellStart"/>
            <w:r w:rsidRPr="00414124">
              <w:rPr>
                <w:sz w:val="24"/>
              </w:rPr>
              <w:t>pesce</w:t>
            </w:r>
            <w:proofErr w:type="spellEnd"/>
          </w:p>
        </w:tc>
      </w:tr>
      <w:tr w:rsidR="00410077" w:rsidTr="00410077">
        <w:tc>
          <w:tcPr>
            <w:tcW w:w="4606" w:type="dxa"/>
          </w:tcPr>
          <w:p w:rsidR="00430CA6" w:rsidRPr="00C71A59" w:rsidRDefault="00410077" w:rsidP="00C90A44">
            <w:pPr>
              <w:rPr>
                <w:sz w:val="24"/>
              </w:rPr>
            </w:pPr>
            <w:r w:rsidRPr="00C71A59">
              <w:rPr>
                <w:sz w:val="24"/>
              </w:rPr>
              <w:t>Je vous présente le chef cuisinier</w:t>
            </w:r>
            <w:r w:rsidR="00543569">
              <w:rPr>
                <w:sz w:val="24"/>
              </w:rPr>
              <w:t>.</w:t>
            </w:r>
            <w:r w:rsidRPr="00C71A59">
              <w:rPr>
                <w:sz w:val="24"/>
              </w:rPr>
              <w:t xml:space="preserve"> </w:t>
            </w:r>
          </w:p>
          <w:p w:rsidR="00410077" w:rsidRPr="00C71A59" w:rsidRDefault="00430CA6" w:rsidP="00C90A44">
            <w:pPr>
              <w:rPr>
                <w:sz w:val="24"/>
              </w:rPr>
            </w:pPr>
            <w:r w:rsidRPr="00C71A59">
              <w:rPr>
                <w:sz w:val="24"/>
              </w:rPr>
              <w:t xml:space="preserve">Bonjour je m'appelle </w:t>
            </w:r>
            <w:proofErr w:type="spellStart"/>
            <w:r w:rsidR="00410077" w:rsidRPr="00C71A59">
              <w:rPr>
                <w:sz w:val="24"/>
              </w:rPr>
              <w:t>Masimo</w:t>
            </w:r>
            <w:proofErr w:type="spellEnd"/>
            <w:r w:rsidR="00543569">
              <w:rPr>
                <w:sz w:val="24"/>
              </w:rPr>
              <w:t>.</w:t>
            </w:r>
          </w:p>
          <w:p w:rsidR="00430CA6" w:rsidRPr="00C71A59" w:rsidRDefault="00410077" w:rsidP="00410077">
            <w:pPr>
              <w:rPr>
                <w:sz w:val="24"/>
              </w:rPr>
            </w:pPr>
            <w:r w:rsidRPr="00C71A59">
              <w:rPr>
                <w:sz w:val="24"/>
              </w:rPr>
              <w:t>Je vou</w:t>
            </w:r>
            <w:r w:rsidR="00543569">
              <w:rPr>
                <w:sz w:val="24"/>
              </w:rPr>
              <w:t>s présente la cheffe cuisinière.</w:t>
            </w:r>
          </w:p>
          <w:p w:rsidR="00410077" w:rsidRPr="00C71A59" w:rsidRDefault="00430CA6" w:rsidP="00410077">
            <w:pPr>
              <w:rPr>
                <w:sz w:val="24"/>
              </w:rPr>
            </w:pPr>
            <w:r w:rsidRPr="00C71A59">
              <w:rPr>
                <w:sz w:val="24"/>
              </w:rPr>
              <w:t xml:space="preserve">Bonjour je m'appelle </w:t>
            </w:r>
            <w:r w:rsidR="00543569">
              <w:rPr>
                <w:sz w:val="24"/>
              </w:rPr>
              <w:t>Lara.</w:t>
            </w:r>
          </w:p>
        </w:tc>
        <w:tc>
          <w:tcPr>
            <w:tcW w:w="4606" w:type="dxa"/>
          </w:tcPr>
          <w:p w:rsidR="00410077" w:rsidRPr="00C71A59" w:rsidRDefault="00E41271" w:rsidP="00C90A44">
            <w:pPr>
              <w:rPr>
                <w:sz w:val="24"/>
              </w:rPr>
            </w:pPr>
            <w:r>
              <w:rPr>
                <w:sz w:val="24"/>
              </w:rPr>
              <w:t xml:space="preserve">Vi </w:t>
            </w:r>
            <w:proofErr w:type="spellStart"/>
            <w:r>
              <w:rPr>
                <w:sz w:val="24"/>
              </w:rPr>
              <w:t>presento</w:t>
            </w:r>
            <w:proofErr w:type="spellEnd"/>
            <w:r>
              <w:rPr>
                <w:sz w:val="24"/>
              </w:rPr>
              <w:t xml:space="preserve"> il </w:t>
            </w:r>
            <w:proofErr w:type="spellStart"/>
            <w:r>
              <w:rPr>
                <w:sz w:val="24"/>
              </w:rPr>
              <w:t>cuoco</w:t>
            </w:r>
            <w:proofErr w:type="spellEnd"/>
            <w:r>
              <w:rPr>
                <w:sz w:val="24"/>
              </w:rPr>
              <w:t xml:space="preserve"> – il chef </w:t>
            </w:r>
          </w:p>
          <w:p w:rsidR="00C71A59" w:rsidRPr="00C71A59" w:rsidRDefault="00C71A59" w:rsidP="00C90A44">
            <w:pPr>
              <w:rPr>
                <w:sz w:val="24"/>
              </w:rPr>
            </w:pPr>
            <w:proofErr w:type="spellStart"/>
            <w:r w:rsidRPr="00C71A59">
              <w:rPr>
                <w:sz w:val="24"/>
              </w:rPr>
              <w:t>Buongiorno</w:t>
            </w:r>
            <w:proofErr w:type="spellEnd"/>
            <w:r w:rsidRPr="00C71A59">
              <w:rPr>
                <w:sz w:val="24"/>
              </w:rPr>
              <w:t xml:space="preserve">, mi </w:t>
            </w:r>
            <w:proofErr w:type="spellStart"/>
            <w:r w:rsidRPr="00C71A59">
              <w:rPr>
                <w:sz w:val="24"/>
              </w:rPr>
              <w:t>chiamo</w:t>
            </w:r>
            <w:proofErr w:type="spellEnd"/>
            <w:r w:rsidRPr="00C71A59">
              <w:rPr>
                <w:sz w:val="24"/>
              </w:rPr>
              <w:t xml:space="preserve"> </w:t>
            </w:r>
            <w:proofErr w:type="spellStart"/>
            <w:r w:rsidRPr="00C71A59">
              <w:rPr>
                <w:sz w:val="24"/>
              </w:rPr>
              <w:t>Masimo</w:t>
            </w:r>
            <w:proofErr w:type="spellEnd"/>
          </w:p>
          <w:p w:rsidR="00C71A59" w:rsidRPr="00C71A59" w:rsidRDefault="00E41271" w:rsidP="00C90A44">
            <w:pPr>
              <w:rPr>
                <w:sz w:val="24"/>
              </w:rPr>
            </w:pPr>
            <w:r>
              <w:rPr>
                <w:sz w:val="24"/>
              </w:rPr>
              <w:t xml:space="preserve">Vi </w:t>
            </w:r>
            <w:proofErr w:type="spellStart"/>
            <w:r>
              <w:rPr>
                <w:sz w:val="24"/>
              </w:rPr>
              <w:t>presento</w:t>
            </w:r>
            <w:proofErr w:type="spellEnd"/>
            <w:r>
              <w:rPr>
                <w:sz w:val="24"/>
              </w:rPr>
              <w:t xml:space="preserve"> la </w:t>
            </w:r>
            <w:proofErr w:type="spellStart"/>
            <w:r>
              <w:rPr>
                <w:sz w:val="24"/>
              </w:rPr>
              <w:t>cuoca</w:t>
            </w:r>
            <w:proofErr w:type="spellEnd"/>
          </w:p>
          <w:p w:rsidR="00C71A59" w:rsidRPr="00C71A59" w:rsidRDefault="00C71A59" w:rsidP="00C90A44">
            <w:pPr>
              <w:rPr>
                <w:sz w:val="24"/>
              </w:rPr>
            </w:pPr>
            <w:proofErr w:type="spellStart"/>
            <w:r w:rsidRPr="00C71A59">
              <w:rPr>
                <w:sz w:val="24"/>
              </w:rPr>
              <w:t>Buongiorno</w:t>
            </w:r>
            <w:proofErr w:type="spellEnd"/>
            <w:r w:rsidRPr="00C71A59">
              <w:rPr>
                <w:sz w:val="24"/>
              </w:rPr>
              <w:t xml:space="preserve">, mi </w:t>
            </w:r>
            <w:proofErr w:type="spellStart"/>
            <w:r w:rsidRPr="00C71A59">
              <w:rPr>
                <w:sz w:val="24"/>
              </w:rPr>
              <w:t>chiamo</w:t>
            </w:r>
            <w:proofErr w:type="spellEnd"/>
            <w:r w:rsidRPr="00C71A59">
              <w:rPr>
                <w:sz w:val="24"/>
              </w:rPr>
              <w:t xml:space="preserve"> Lara</w:t>
            </w:r>
          </w:p>
        </w:tc>
      </w:tr>
      <w:tr w:rsidR="00410077" w:rsidTr="00410077">
        <w:tc>
          <w:tcPr>
            <w:tcW w:w="4606" w:type="dxa"/>
          </w:tcPr>
          <w:p w:rsidR="00410077" w:rsidRPr="00C71A59" w:rsidRDefault="00410077" w:rsidP="00C90A44">
            <w:pPr>
              <w:rPr>
                <w:sz w:val="24"/>
              </w:rPr>
            </w:pPr>
            <w:r w:rsidRPr="00C71A59">
              <w:rPr>
                <w:sz w:val="24"/>
              </w:rPr>
              <w:t xml:space="preserve">Enchanté </w:t>
            </w:r>
            <w:r w:rsidR="00543569">
              <w:rPr>
                <w:sz w:val="24"/>
              </w:rPr>
              <w:t>!</w:t>
            </w:r>
          </w:p>
        </w:tc>
        <w:tc>
          <w:tcPr>
            <w:tcW w:w="4606" w:type="dxa"/>
          </w:tcPr>
          <w:p w:rsidR="00410077" w:rsidRPr="00C71A59" w:rsidRDefault="00E41271" w:rsidP="00E41271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Piacere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farre</w:t>
            </w:r>
            <w:proofErr w:type="spellEnd"/>
            <w:r>
              <w:rPr>
                <w:sz w:val="24"/>
              </w:rPr>
              <w:t xml:space="preserve"> sua </w:t>
            </w:r>
            <w:proofErr w:type="spellStart"/>
            <w:r w:rsidRPr="00E41271">
              <w:rPr>
                <w:sz w:val="24"/>
              </w:rPr>
              <w:t>conoscenza</w:t>
            </w:r>
            <w:proofErr w:type="spellEnd"/>
            <w:r>
              <w:rPr>
                <w:sz w:val="24"/>
              </w:rPr>
              <w:t xml:space="preserve"> !</w:t>
            </w:r>
          </w:p>
        </w:tc>
      </w:tr>
      <w:tr w:rsidR="00410077" w:rsidTr="00410077">
        <w:tc>
          <w:tcPr>
            <w:tcW w:w="4606" w:type="dxa"/>
          </w:tcPr>
          <w:p w:rsidR="00410077" w:rsidRPr="00C71A59" w:rsidRDefault="00ED7F07" w:rsidP="00C90A44">
            <w:pPr>
              <w:rPr>
                <w:sz w:val="24"/>
              </w:rPr>
            </w:pPr>
            <w:r w:rsidRPr="00C71A59">
              <w:rPr>
                <w:sz w:val="24"/>
              </w:rPr>
              <w:t xml:space="preserve">Que souhaitez-vous commander ? </w:t>
            </w:r>
          </w:p>
        </w:tc>
        <w:tc>
          <w:tcPr>
            <w:tcW w:w="4606" w:type="dxa"/>
          </w:tcPr>
          <w:p w:rsidR="00410077" w:rsidRPr="00C71A59" w:rsidRDefault="00E41271" w:rsidP="00C90A4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Cosa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desidera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="00414124" w:rsidRPr="00414124">
              <w:rPr>
                <w:sz w:val="24"/>
              </w:rPr>
              <w:t>ordinare</w:t>
            </w:r>
            <w:proofErr w:type="spellEnd"/>
            <w:r>
              <w:rPr>
                <w:sz w:val="24"/>
              </w:rPr>
              <w:t xml:space="preserve"> per </w:t>
            </w:r>
            <w:proofErr w:type="spellStart"/>
            <w:r>
              <w:rPr>
                <w:sz w:val="24"/>
              </w:rPr>
              <w:t>mangiare</w:t>
            </w:r>
            <w:proofErr w:type="spellEnd"/>
            <w:r w:rsidR="00543569">
              <w:rPr>
                <w:sz w:val="24"/>
              </w:rPr>
              <w:t xml:space="preserve"> </w:t>
            </w:r>
            <w:r w:rsidR="00414124" w:rsidRPr="00414124">
              <w:rPr>
                <w:sz w:val="24"/>
              </w:rPr>
              <w:t>?</w:t>
            </w:r>
          </w:p>
        </w:tc>
      </w:tr>
      <w:tr w:rsidR="00826173" w:rsidTr="00410077">
        <w:tc>
          <w:tcPr>
            <w:tcW w:w="4606" w:type="dxa"/>
          </w:tcPr>
          <w:p w:rsidR="00826173" w:rsidRPr="00C71A59" w:rsidRDefault="00826173" w:rsidP="00C90A44">
            <w:pPr>
              <w:rPr>
                <w:sz w:val="24"/>
              </w:rPr>
            </w:pPr>
            <w:r w:rsidRPr="00826173">
              <w:rPr>
                <w:b/>
                <w:sz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</w:t>
            </w:r>
            <w:r>
              <w:rPr>
                <w:b/>
                <w:sz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a commande </w:t>
            </w:r>
            <w:r w:rsidRPr="00826173">
              <w:rPr>
                <w:b/>
                <w:sz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est transmis</w:t>
            </w:r>
            <w:r>
              <w:rPr>
                <w:b/>
                <w:sz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</w:t>
            </w:r>
            <w:r w:rsidRPr="00826173">
              <w:rPr>
                <w:b/>
                <w:sz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à Lara ou Massimo.</w:t>
            </w:r>
          </w:p>
        </w:tc>
        <w:tc>
          <w:tcPr>
            <w:tcW w:w="4606" w:type="dxa"/>
          </w:tcPr>
          <w:p w:rsidR="00826173" w:rsidRPr="00414124" w:rsidRDefault="00826173" w:rsidP="00C90A44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410077" w:rsidTr="00410077">
        <w:tc>
          <w:tcPr>
            <w:tcW w:w="4606" w:type="dxa"/>
          </w:tcPr>
          <w:p w:rsidR="00410077" w:rsidRPr="00C71A59" w:rsidRDefault="00A37A75" w:rsidP="00C90A44">
            <w:pPr>
              <w:rPr>
                <w:sz w:val="24"/>
              </w:rPr>
            </w:pPr>
            <w:r w:rsidRPr="00A37A75">
              <w:rPr>
                <w:sz w:val="24"/>
              </w:rPr>
              <w:t>Je suis diabétique. Y a-t-il du sucre ou des glucides dans ce plat ?</w:t>
            </w:r>
          </w:p>
        </w:tc>
        <w:tc>
          <w:tcPr>
            <w:tcW w:w="4606" w:type="dxa"/>
          </w:tcPr>
          <w:p w:rsidR="00410077" w:rsidRPr="00C71A59" w:rsidRDefault="00A37A75" w:rsidP="00C90A44">
            <w:pPr>
              <w:rPr>
                <w:sz w:val="24"/>
              </w:rPr>
            </w:pPr>
            <w:r w:rsidRPr="00A37A75">
              <w:rPr>
                <w:sz w:val="24"/>
              </w:rPr>
              <w:t xml:space="preserve">Ho il </w:t>
            </w:r>
            <w:proofErr w:type="spellStart"/>
            <w:r w:rsidRPr="00A37A75">
              <w:rPr>
                <w:sz w:val="24"/>
              </w:rPr>
              <w:t>diabete</w:t>
            </w:r>
            <w:proofErr w:type="spellEnd"/>
            <w:r w:rsidRPr="00A37A75">
              <w:rPr>
                <w:sz w:val="24"/>
              </w:rPr>
              <w:t xml:space="preserve">. </w:t>
            </w:r>
            <w:proofErr w:type="spellStart"/>
            <w:r w:rsidRPr="00A37A75">
              <w:rPr>
                <w:sz w:val="24"/>
              </w:rPr>
              <w:t>Questo</w:t>
            </w:r>
            <w:proofErr w:type="spellEnd"/>
            <w:r w:rsidRPr="00A37A75">
              <w:rPr>
                <w:sz w:val="24"/>
              </w:rPr>
              <w:t xml:space="preserve"> </w:t>
            </w:r>
            <w:proofErr w:type="spellStart"/>
            <w:r w:rsidRPr="00A37A75">
              <w:rPr>
                <w:sz w:val="24"/>
              </w:rPr>
              <w:t>piatto</w:t>
            </w:r>
            <w:proofErr w:type="spellEnd"/>
            <w:r w:rsidRPr="00A37A75">
              <w:rPr>
                <w:sz w:val="24"/>
              </w:rPr>
              <w:t xml:space="preserve"> </w:t>
            </w:r>
            <w:proofErr w:type="spellStart"/>
            <w:r w:rsidRPr="00A37A75">
              <w:rPr>
                <w:sz w:val="24"/>
              </w:rPr>
              <w:t>contiene</w:t>
            </w:r>
            <w:proofErr w:type="spellEnd"/>
            <w:r w:rsidRPr="00A37A75">
              <w:rPr>
                <w:sz w:val="24"/>
              </w:rPr>
              <w:t xml:space="preserve"> </w:t>
            </w:r>
            <w:proofErr w:type="spellStart"/>
            <w:r w:rsidRPr="00A37A75">
              <w:rPr>
                <w:sz w:val="24"/>
              </w:rPr>
              <w:t>zucchero</w:t>
            </w:r>
            <w:proofErr w:type="spellEnd"/>
            <w:r w:rsidRPr="00A37A75">
              <w:rPr>
                <w:sz w:val="24"/>
              </w:rPr>
              <w:t xml:space="preserve"> o </w:t>
            </w:r>
            <w:proofErr w:type="spellStart"/>
            <w:r w:rsidRPr="00A37A75">
              <w:rPr>
                <w:sz w:val="24"/>
              </w:rPr>
              <w:t>carboidrati</w:t>
            </w:r>
            <w:proofErr w:type="spellEnd"/>
            <w:r w:rsidRPr="00A37A75">
              <w:rPr>
                <w:sz w:val="24"/>
              </w:rPr>
              <w:t>?</w:t>
            </w:r>
          </w:p>
        </w:tc>
      </w:tr>
      <w:tr w:rsidR="00410077" w:rsidRPr="00A37A75" w:rsidTr="00410077">
        <w:tc>
          <w:tcPr>
            <w:tcW w:w="4606" w:type="dxa"/>
          </w:tcPr>
          <w:p w:rsidR="00410077" w:rsidRPr="00C71A59" w:rsidRDefault="00A37A75" w:rsidP="00A37A75">
            <w:pPr>
              <w:rPr>
                <w:sz w:val="24"/>
              </w:rPr>
            </w:pPr>
            <w:r w:rsidRPr="00A37A75">
              <w:rPr>
                <w:i/>
                <w:sz w:val="24"/>
              </w:rPr>
              <w:t>Le cuisinier répond</w:t>
            </w:r>
            <w:r>
              <w:rPr>
                <w:sz w:val="24"/>
              </w:rPr>
              <w:t xml:space="preserve"> : N</w:t>
            </w:r>
            <w:r w:rsidR="007A1B36" w:rsidRPr="00C71A59">
              <w:rPr>
                <w:sz w:val="24"/>
              </w:rPr>
              <w:t xml:space="preserve">on, </w:t>
            </w:r>
            <w:r>
              <w:rPr>
                <w:sz w:val="24"/>
              </w:rPr>
              <w:t xml:space="preserve">ce plat est sans sucre et sans glucides. </w:t>
            </w:r>
          </w:p>
        </w:tc>
        <w:tc>
          <w:tcPr>
            <w:tcW w:w="4606" w:type="dxa"/>
          </w:tcPr>
          <w:p w:rsidR="00A37A75" w:rsidRPr="00A37A75" w:rsidRDefault="00543569" w:rsidP="00A37A75">
            <w:pPr>
              <w:rPr>
                <w:sz w:val="24"/>
              </w:rPr>
            </w:pPr>
            <w:r>
              <w:rPr>
                <w:sz w:val="24"/>
              </w:rPr>
              <w:t>No,</w:t>
            </w:r>
            <w:r w:rsidR="00A37A75" w:rsidRPr="00A37A75">
              <w:rPr>
                <w:sz w:val="24"/>
              </w:rPr>
              <w:t xml:space="preserve"> </w:t>
            </w:r>
            <w:proofErr w:type="spellStart"/>
            <w:r w:rsidR="00A37A75" w:rsidRPr="00A37A75">
              <w:rPr>
                <w:sz w:val="24"/>
              </w:rPr>
              <w:t>questo</w:t>
            </w:r>
            <w:proofErr w:type="spellEnd"/>
            <w:r w:rsidR="00A37A75" w:rsidRPr="00A37A75">
              <w:rPr>
                <w:sz w:val="24"/>
              </w:rPr>
              <w:t xml:space="preserve"> </w:t>
            </w:r>
            <w:proofErr w:type="spellStart"/>
            <w:r w:rsidR="00A37A75" w:rsidRPr="00A37A75">
              <w:rPr>
                <w:sz w:val="24"/>
              </w:rPr>
              <w:t>piatto</w:t>
            </w:r>
            <w:proofErr w:type="spellEnd"/>
            <w:r w:rsidR="00A37A75" w:rsidRPr="00A37A75">
              <w:rPr>
                <w:sz w:val="24"/>
              </w:rPr>
              <w:t xml:space="preserve"> è </w:t>
            </w:r>
            <w:proofErr w:type="spellStart"/>
            <w:r w:rsidR="00A37A75" w:rsidRPr="00A37A75">
              <w:rPr>
                <w:sz w:val="24"/>
              </w:rPr>
              <w:t>senza</w:t>
            </w:r>
            <w:proofErr w:type="spellEnd"/>
            <w:r w:rsidR="00A37A75" w:rsidRPr="00A37A75">
              <w:rPr>
                <w:sz w:val="24"/>
              </w:rPr>
              <w:t xml:space="preserve"> </w:t>
            </w:r>
            <w:proofErr w:type="spellStart"/>
            <w:r w:rsidR="00A37A75" w:rsidRPr="00A37A75">
              <w:rPr>
                <w:sz w:val="24"/>
              </w:rPr>
              <w:t>zucchero</w:t>
            </w:r>
            <w:proofErr w:type="spellEnd"/>
            <w:r w:rsidR="00A37A75" w:rsidRPr="00A37A75">
              <w:rPr>
                <w:sz w:val="24"/>
              </w:rPr>
              <w:t xml:space="preserve"> e </w:t>
            </w:r>
            <w:proofErr w:type="spellStart"/>
            <w:r w:rsidR="00A37A75" w:rsidRPr="00A37A75">
              <w:rPr>
                <w:sz w:val="24"/>
              </w:rPr>
              <w:t>senza</w:t>
            </w:r>
            <w:proofErr w:type="spellEnd"/>
            <w:r w:rsidR="00A37A75" w:rsidRPr="00A37A75">
              <w:rPr>
                <w:sz w:val="24"/>
              </w:rPr>
              <w:t xml:space="preserve"> </w:t>
            </w:r>
            <w:proofErr w:type="spellStart"/>
            <w:r w:rsidR="00A37A75" w:rsidRPr="00A37A75">
              <w:rPr>
                <w:sz w:val="24"/>
              </w:rPr>
              <w:t>carboidrati</w:t>
            </w:r>
            <w:proofErr w:type="spellEnd"/>
            <w:r w:rsidR="00A37A75">
              <w:rPr>
                <w:sz w:val="24"/>
              </w:rPr>
              <w:t>.</w:t>
            </w:r>
          </w:p>
        </w:tc>
      </w:tr>
      <w:tr w:rsidR="00410077" w:rsidTr="00410077">
        <w:tc>
          <w:tcPr>
            <w:tcW w:w="4606" w:type="dxa"/>
          </w:tcPr>
          <w:p w:rsidR="00543569" w:rsidRDefault="007A1B36" w:rsidP="00C90A44">
            <w:pPr>
              <w:rPr>
                <w:sz w:val="24"/>
              </w:rPr>
            </w:pPr>
            <w:r w:rsidRPr="00C71A59">
              <w:rPr>
                <w:sz w:val="24"/>
              </w:rPr>
              <w:t xml:space="preserve">Voici </w:t>
            </w:r>
          </w:p>
          <w:p w:rsidR="00543569" w:rsidRDefault="00543569" w:rsidP="00543569">
            <w:pPr>
              <w:pStyle w:val="Paragraphedeliste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 xml:space="preserve">les entrées </w:t>
            </w:r>
          </w:p>
          <w:p w:rsidR="00543569" w:rsidRDefault="00543569" w:rsidP="00543569">
            <w:pPr>
              <w:pStyle w:val="Paragraphedeliste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 xml:space="preserve">les plats principaux </w:t>
            </w:r>
          </w:p>
          <w:p w:rsidR="00410077" w:rsidRPr="00543569" w:rsidRDefault="007A1B36" w:rsidP="00543569">
            <w:pPr>
              <w:pStyle w:val="Paragraphedeliste"/>
              <w:numPr>
                <w:ilvl w:val="0"/>
                <w:numId w:val="14"/>
              </w:numPr>
              <w:rPr>
                <w:sz w:val="24"/>
              </w:rPr>
            </w:pPr>
            <w:r w:rsidRPr="00543569">
              <w:rPr>
                <w:sz w:val="24"/>
              </w:rPr>
              <w:t xml:space="preserve">les desserts </w:t>
            </w:r>
          </w:p>
        </w:tc>
        <w:tc>
          <w:tcPr>
            <w:tcW w:w="4606" w:type="dxa"/>
          </w:tcPr>
          <w:p w:rsidR="00543569" w:rsidRDefault="00BC485D" w:rsidP="00C90A44">
            <w:pPr>
              <w:rPr>
                <w:sz w:val="24"/>
              </w:rPr>
            </w:pPr>
            <w:r w:rsidRPr="00BC485D">
              <w:rPr>
                <w:sz w:val="24"/>
              </w:rPr>
              <w:t xml:space="preserve">Ecco </w:t>
            </w:r>
          </w:p>
          <w:p w:rsidR="00543569" w:rsidRPr="00543569" w:rsidRDefault="00543569" w:rsidP="00543569">
            <w:pPr>
              <w:pStyle w:val="Paragraphedeliste"/>
              <w:numPr>
                <w:ilvl w:val="0"/>
                <w:numId w:val="14"/>
              </w:numPr>
              <w:rPr>
                <w:sz w:val="24"/>
              </w:rPr>
            </w:pPr>
            <w:r w:rsidRPr="00543569">
              <w:rPr>
                <w:sz w:val="24"/>
              </w:rPr>
              <w:t xml:space="preserve">i antipasti </w:t>
            </w:r>
          </w:p>
          <w:p w:rsidR="00543569" w:rsidRPr="00543569" w:rsidRDefault="00543569" w:rsidP="00543569">
            <w:pPr>
              <w:pStyle w:val="Paragraphedeliste"/>
              <w:numPr>
                <w:ilvl w:val="0"/>
                <w:numId w:val="14"/>
              </w:numPr>
              <w:rPr>
                <w:sz w:val="24"/>
              </w:rPr>
            </w:pPr>
            <w:r w:rsidRPr="00543569">
              <w:rPr>
                <w:sz w:val="24"/>
              </w:rPr>
              <w:t xml:space="preserve">i </w:t>
            </w:r>
            <w:proofErr w:type="spellStart"/>
            <w:r w:rsidRPr="00543569">
              <w:rPr>
                <w:sz w:val="24"/>
              </w:rPr>
              <w:t>piatti</w:t>
            </w:r>
            <w:proofErr w:type="spellEnd"/>
            <w:r w:rsidRPr="00543569">
              <w:rPr>
                <w:sz w:val="24"/>
              </w:rPr>
              <w:t xml:space="preserve"> </w:t>
            </w:r>
            <w:proofErr w:type="spellStart"/>
            <w:r w:rsidRPr="00543569">
              <w:rPr>
                <w:sz w:val="24"/>
              </w:rPr>
              <w:t>principali</w:t>
            </w:r>
            <w:proofErr w:type="spellEnd"/>
          </w:p>
          <w:p w:rsidR="00410077" w:rsidRPr="00543569" w:rsidRDefault="00BC485D" w:rsidP="00543569">
            <w:pPr>
              <w:pStyle w:val="Paragraphedeliste"/>
              <w:numPr>
                <w:ilvl w:val="0"/>
                <w:numId w:val="14"/>
              </w:numPr>
              <w:rPr>
                <w:sz w:val="24"/>
              </w:rPr>
            </w:pPr>
            <w:r w:rsidRPr="00543569">
              <w:rPr>
                <w:sz w:val="24"/>
              </w:rPr>
              <w:t>i dessert</w:t>
            </w:r>
          </w:p>
        </w:tc>
      </w:tr>
      <w:tr w:rsidR="00543569" w:rsidTr="00410077">
        <w:tc>
          <w:tcPr>
            <w:tcW w:w="4606" w:type="dxa"/>
          </w:tcPr>
          <w:p w:rsidR="00543569" w:rsidRPr="00C71A59" w:rsidRDefault="00543569" w:rsidP="00C90A44">
            <w:pPr>
              <w:rPr>
                <w:sz w:val="24"/>
              </w:rPr>
            </w:pPr>
            <w:r>
              <w:rPr>
                <w:sz w:val="24"/>
              </w:rPr>
              <w:t xml:space="preserve">Bon appétit ! </w:t>
            </w:r>
          </w:p>
        </w:tc>
        <w:tc>
          <w:tcPr>
            <w:tcW w:w="4606" w:type="dxa"/>
          </w:tcPr>
          <w:p w:rsidR="00543569" w:rsidRPr="00BC485D" w:rsidRDefault="00543569" w:rsidP="00C90A44">
            <w:pPr>
              <w:rPr>
                <w:sz w:val="24"/>
              </w:rPr>
            </w:pPr>
            <w:r>
              <w:rPr>
                <w:sz w:val="24"/>
              </w:rPr>
              <w:t xml:space="preserve">Buon </w:t>
            </w:r>
            <w:proofErr w:type="spellStart"/>
            <w:r>
              <w:rPr>
                <w:sz w:val="24"/>
              </w:rPr>
              <w:t>appetito</w:t>
            </w:r>
            <w:proofErr w:type="spellEnd"/>
            <w:r>
              <w:rPr>
                <w:sz w:val="24"/>
              </w:rPr>
              <w:t xml:space="preserve"> !</w:t>
            </w:r>
          </w:p>
        </w:tc>
      </w:tr>
      <w:tr w:rsidR="00410077" w:rsidTr="00410077">
        <w:tc>
          <w:tcPr>
            <w:tcW w:w="4606" w:type="dxa"/>
          </w:tcPr>
          <w:p w:rsidR="00410077" w:rsidRDefault="00A37A75" w:rsidP="00C90A44">
            <w:pPr>
              <w:rPr>
                <w:sz w:val="24"/>
              </w:rPr>
            </w:pPr>
            <w:r w:rsidRPr="00A37A75">
              <w:rPr>
                <w:sz w:val="24"/>
              </w:rPr>
              <w:t>Le repas était délicieux !</w:t>
            </w:r>
          </w:p>
          <w:p w:rsidR="00A37A75" w:rsidRDefault="00A37A75" w:rsidP="00C90A44">
            <w:pPr>
              <w:rPr>
                <w:sz w:val="24"/>
              </w:rPr>
            </w:pPr>
          </w:p>
          <w:p w:rsidR="00A37A75" w:rsidRPr="00C71A59" w:rsidRDefault="00A37A75" w:rsidP="00C90A44">
            <w:pPr>
              <w:rPr>
                <w:sz w:val="24"/>
              </w:rPr>
            </w:pPr>
            <w:r w:rsidRPr="00A37A75">
              <w:rPr>
                <w:sz w:val="24"/>
              </w:rPr>
              <w:t>Mes compliments au chef !</w:t>
            </w:r>
            <w:r>
              <w:rPr>
                <w:sz w:val="24"/>
              </w:rPr>
              <w:t xml:space="preserve"> à la cheffe !</w:t>
            </w:r>
          </w:p>
        </w:tc>
        <w:tc>
          <w:tcPr>
            <w:tcW w:w="4606" w:type="dxa"/>
          </w:tcPr>
          <w:p w:rsidR="00A37A75" w:rsidRPr="00A37A75" w:rsidRDefault="00A37A75" w:rsidP="00A37A75">
            <w:pPr>
              <w:rPr>
                <w:sz w:val="24"/>
              </w:rPr>
            </w:pPr>
            <w:r w:rsidRPr="00A37A75">
              <w:rPr>
                <w:sz w:val="24"/>
              </w:rPr>
              <w:t xml:space="preserve">Il </w:t>
            </w:r>
            <w:proofErr w:type="spellStart"/>
            <w:r w:rsidRPr="00A37A75">
              <w:rPr>
                <w:sz w:val="24"/>
              </w:rPr>
              <w:t>cibo</w:t>
            </w:r>
            <w:proofErr w:type="spellEnd"/>
            <w:r w:rsidRPr="00A37A75">
              <w:rPr>
                <w:sz w:val="24"/>
              </w:rPr>
              <w:t xml:space="preserve"> </w:t>
            </w:r>
            <w:proofErr w:type="spellStart"/>
            <w:r w:rsidRPr="00A37A75">
              <w:rPr>
                <w:sz w:val="24"/>
              </w:rPr>
              <w:t>era</w:t>
            </w:r>
            <w:proofErr w:type="spellEnd"/>
            <w:r w:rsidRPr="00A37A75">
              <w:rPr>
                <w:sz w:val="24"/>
              </w:rPr>
              <w:t xml:space="preserve"> </w:t>
            </w:r>
            <w:proofErr w:type="spellStart"/>
            <w:r w:rsidRPr="00A37A75">
              <w:rPr>
                <w:sz w:val="24"/>
              </w:rPr>
              <w:t>delizioso</w:t>
            </w:r>
            <w:proofErr w:type="spellEnd"/>
            <w:r w:rsidRPr="00A37A75">
              <w:rPr>
                <w:sz w:val="24"/>
              </w:rPr>
              <w:t>!</w:t>
            </w:r>
          </w:p>
          <w:p w:rsidR="00A37A75" w:rsidRPr="00A37A75" w:rsidRDefault="00A37A75" w:rsidP="00A37A75">
            <w:pPr>
              <w:rPr>
                <w:sz w:val="24"/>
              </w:rPr>
            </w:pPr>
          </w:p>
          <w:p w:rsidR="00410077" w:rsidRPr="00C71A59" w:rsidRDefault="00A37A75" w:rsidP="00A37A75">
            <w:pPr>
              <w:rPr>
                <w:sz w:val="24"/>
              </w:rPr>
            </w:pPr>
            <w:r w:rsidRPr="00A37A75">
              <w:rPr>
                <w:sz w:val="24"/>
              </w:rPr>
              <w:t xml:space="preserve">I </w:t>
            </w:r>
            <w:proofErr w:type="spellStart"/>
            <w:r w:rsidRPr="00A37A75">
              <w:rPr>
                <w:sz w:val="24"/>
              </w:rPr>
              <w:t>miei</w:t>
            </w:r>
            <w:proofErr w:type="spellEnd"/>
            <w:r w:rsidRPr="00A37A75">
              <w:rPr>
                <w:sz w:val="24"/>
              </w:rPr>
              <w:t xml:space="preserve"> </w:t>
            </w:r>
            <w:proofErr w:type="spellStart"/>
            <w:r w:rsidRPr="00A37A75">
              <w:rPr>
                <w:sz w:val="24"/>
              </w:rPr>
              <w:t>complimenti</w:t>
            </w:r>
            <w:proofErr w:type="spellEnd"/>
            <w:r w:rsidRPr="00A37A75">
              <w:rPr>
                <w:sz w:val="24"/>
              </w:rPr>
              <w:t xml:space="preserve"> allo chef!</w:t>
            </w:r>
          </w:p>
        </w:tc>
      </w:tr>
      <w:tr w:rsidR="00A37A75" w:rsidTr="00410077">
        <w:tc>
          <w:tcPr>
            <w:tcW w:w="4606" w:type="dxa"/>
          </w:tcPr>
          <w:p w:rsidR="00A37A75" w:rsidRDefault="00A37A75" w:rsidP="00C90A44">
            <w:r w:rsidRPr="00A37A75">
              <w:t>Nous voudrions payer, s'il vous plaît.</w:t>
            </w:r>
          </w:p>
        </w:tc>
        <w:tc>
          <w:tcPr>
            <w:tcW w:w="4606" w:type="dxa"/>
          </w:tcPr>
          <w:p w:rsidR="00A37A75" w:rsidRDefault="00A37A75" w:rsidP="00A37A75">
            <w:r>
              <w:t xml:space="preserve">Il </w:t>
            </w:r>
            <w:proofErr w:type="spellStart"/>
            <w:r>
              <w:t>conto</w:t>
            </w:r>
            <w:proofErr w:type="spellEnd"/>
            <w:r>
              <w:t xml:space="preserve">, per </w:t>
            </w:r>
            <w:proofErr w:type="spellStart"/>
            <w:r>
              <w:t>favore</w:t>
            </w:r>
            <w:proofErr w:type="spellEnd"/>
            <w:r>
              <w:t>.</w:t>
            </w:r>
          </w:p>
        </w:tc>
      </w:tr>
    </w:tbl>
    <w:p w:rsidR="00410077" w:rsidRPr="00C90A44" w:rsidRDefault="00410077" w:rsidP="00C90A44"/>
    <w:sectPr w:rsidR="00410077" w:rsidRPr="00C9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0C62495"/>
    <w:multiLevelType w:val="hybridMultilevel"/>
    <w:tmpl w:val="710C7B9A"/>
    <w:lvl w:ilvl="0" w:tplc="3222C7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077"/>
    <w:rsid w:val="00063095"/>
    <w:rsid w:val="0013656C"/>
    <w:rsid w:val="00410077"/>
    <w:rsid w:val="00414124"/>
    <w:rsid w:val="00430CA6"/>
    <w:rsid w:val="00543569"/>
    <w:rsid w:val="006B3802"/>
    <w:rsid w:val="007A1B36"/>
    <w:rsid w:val="00826173"/>
    <w:rsid w:val="008E4095"/>
    <w:rsid w:val="00A2510D"/>
    <w:rsid w:val="00A37A75"/>
    <w:rsid w:val="00B65436"/>
    <w:rsid w:val="00BC485D"/>
    <w:rsid w:val="00BF49C4"/>
    <w:rsid w:val="00C5490A"/>
    <w:rsid w:val="00C71A59"/>
    <w:rsid w:val="00C90A44"/>
    <w:rsid w:val="00E41271"/>
    <w:rsid w:val="00ED7F07"/>
    <w:rsid w:val="00F339C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rsid w:val="00410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43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rsid w:val="00410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43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5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57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3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93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58698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059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97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53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22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45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18434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742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1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64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5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3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79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37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49828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926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F10F4-2595-44C2-B2E6-75A9DD534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A280BA1B.dotm</Template>
  <TotalTime>67</TotalTime>
  <Pages>1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Wüest Larissa (DCS)</cp:lastModifiedBy>
  <cp:revision>12</cp:revision>
  <dcterms:created xsi:type="dcterms:W3CDTF">2019-08-19T08:45:00Z</dcterms:created>
  <dcterms:modified xsi:type="dcterms:W3CDTF">2019-08-22T13:57:00Z</dcterms:modified>
</cp:coreProperties>
</file>